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5633E0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</w:t>
            </w:r>
            <w:r w:rsidR="005633E0">
              <w:rPr>
                <w:b/>
                <w:bCs/>
                <w:sz w:val="22"/>
                <w:szCs w:val="22"/>
              </w:rPr>
              <w:t>E</w:t>
            </w:r>
            <w:r>
              <w:rPr>
                <w:b/>
                <w:bCs/>
                <w:sz w:val="22"/>
                <w:szCs w:val="22"/>
              </w:rPr>
              <w:t>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D37EF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D37EFE" w:rsidRDefault="00496947" w:rsidP="005723C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doplnění zeleně ve vybraných lokalitách města uherský brod 202</w:t>
            </w:r>
            <w:r w:rsidR="005723C7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F928D8" w:rsidRPr="003D1519" w:rsidTr="00D37EF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D37EFE">
        <w:trPr>
          <w:trHeight w:hRule="exact" w:val="4567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D37EF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F928D8" w:rsidRPr="003D1519" w:rsidRDefault="00D37EFE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D37EF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E3C76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E3C76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14D8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3C76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96947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33E0"/>
    <w:rsid w:val="00564D4B"/>
    <w:rsid w:val="00566105"/>
    <w:rsid w:val="00571E04"/>
    <w:rsid w:val="005723C7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6E8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2DFA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344F"/>
    <w:rsid w:val="00D34EC0"/>
    <w:rsid w:val="00D37EFE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45C8C549.dotm</Template>
  <TotalTime>6</TotalTime>
  <Pages>1</Pages>
  <Words>288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8</cp:revision>
  <cp:lastPrinted>2023-01-11T08:03:00Z</cp:lastPrinted>
  <dcterms:created xsi:type="dcterms:W3CDTF">2025-03-04T08:37:00Z</dcterms:created>
  <dcterms:modified xsi:type="dcterms:W3CDTF">2026-01-19T11:44:00Z</dcterms:modified>
</cp:coreProperties>
</file>